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AF4" w:rsidRPr="00DD29C3" w:rsidRDefault="00C65FC6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6C664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05482">
        <w:rPr>
          <w:rFonts w:asciiTheme="majorHAnsi" w:eastAsia="Times New Roman" w:hAnsiTheme="majorHAnsi" w:cs="Times New Roman"/>
          <w:lang w:eastAsia="cs-CZ"/>
        </w:rPr>
        <w:t>4 Výzvy k podání nabídky</w:t>
      </w:r>
    </w:p>
    <w:p w:rsid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2037"/>
        <w:gridCol w:w="1566"/>
        <w:gridCol w:w="2287"/>
        <w:gridCol w:w="2048"/>
      </w:tblGrid>
      <w:tr w:rsidR="00217259" w:rsidRPr="009A1CA4" w:rsidTr="00A769A2">
        <w:trPr>
          <w:trHeight w:val="1698"/>
        </w:trPr>
        <w:tc>
          <w:tcPr>
            <w:tcW w:w="2037" w:type="dxa"/>
            <w:shd w:val="clear" w:color="auto" w:fill="BFBFBF"/>
          </w:tcPr>
          <w:p w:rsidR="00217259" w:rsidRPr="009A1CA4" w:rsidRDefault="00217259" w:rsidP="00A769A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Předmětu subskripce</w:t>
            </w:r>
          </w:p>
          <w:p w:rsidR="00217259" w:rsidRPr="009A1CA4" w:rsidRDefault="00217259" w:rsidP="00A769A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566" w:type="dxa"/>
            <w:shd w:val="clear" w:color="auto" w:fill="BFBFBF"/>
          </w:tcPr>
          <w:p w:rsidR="00217259" w:rsidRPr="009A1CA4" w:rsidRDefault="00217259" w:rsidP="00A769A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Jednotka</w:t>
            </w:r>
          </w:p>
        </w:tc>
        <w:tc>
          <w:tcPr>
            <w:tcW w:w="2287" w:type="dxa"/>
            <w:shd w:val="clear" w:color="auto" w:fill="BFBFBF"/>
          </w:tcPr>
          <w:p w:rsidR="00217259" w:rsidRPr="009A1CA4" w:rsidRDefault="00217259" w:rsidP="00A769A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>Počet Licencí a specifikace Licence</w:t>
            </w:r>
          </w:p>
        </w:tc>
        <w:tc>
          <w:tcPr>
            <w:tcW w:w="2048" w:type="dxa"/>
            <w:shd w:val="clear" w:color="auto" w:fill="BFBFBF"/>
          </w:tcPr>
          <w:p w:rsidR="00217259" w:rsidRPr="009A1CA4" w:rsidRDefault="00217259" w:rsidP="00A769A2">
            <w:pPr>
              <w:spacing w:before="120" w:after="120"/>
              <w:outlineLvl w:val="1"/>
              <w:rPr>
                <w:rFonts w:asciiTheme="majorHAnsi" w:hAnsiTheme="majorHAnsi"/>
                <w:b/>
                <w:bCs/>
                <w:iCs/>
                <w:sz w:val="18"/>
                <w:szCs w:val="18"/>
                <w:highlight w:val="cyan"/>
              </w:rPr>
            </w:pPr>
            <w:r w:rsidRPr="006C6647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 xml:space="preserve">Subskripce pro tento Software na základě předchozí smlouvy Objednatele vyprší dne </w:t>
            </w:r>
          </w:p>
        </w:tc>
      </w:tr>
      <w:tr w:rsidR="00217259" w:rsidRPr="009A1CA4" w:rsidTr="00A769A2">
        <w:trPr>
          <w:trHeight w:val="749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221" w:lineRule="exact"/>
              <w:jc w:val="both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Adobe </w:t>
            </w: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val="en-US" w:bidi="en-US"/>
              </w:rPr>
              <w:t xml:space="preserve">Acrobat </w:t>
            </w: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Pro </w:t>
            </w: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val="en-US" w:bidi="en-US"/>
              </w:rPr>
              <w:t>DC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uživatel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13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</w:pPr>
          </w:p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23. 11. 2022</w:t>
            </w:r>
          </w:p>
        </w:tc>
      </w:tr>
      <w:tr w:rsidR="00217259" w:rsidRPr="009A1CA4" w:rsidTr="00A769A2">
        <w:trPr>
          <w:trHeight w:val="603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jc w:val="both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</w:t>
            </w:r>
            <w:proofErr w:type="spellStart"/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>Creative</w:t>
            </w:r>
            <w:proofErr w:type="spellEnd"/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</w:t>
            </w: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val="en-US" w:bidi="en-US"/>
              </w:rPr>
              <w:t>Cloud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uživatel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20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</w:pPr>
          </w:p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23. 11. 2022</w:t>
            </w:r>
          </w:p>
        </w:tc>
      </w:tr>
      <w:tr w:rsidR="00217259" w:rsidRPr="009A1CA4" w:rsidTr="00A769A2">
        <w:trPr>
          <w:trHeight w:val="603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jc w:val="both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InDesign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uživatel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5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</w:pPr>
          </w:p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23. 11. 2022</w:t>
            </w:r>
          </w:p>
        </w:tc>
      </w:tr>
      <w:tr w:rsidR="00217259" w:rsidRPr="009A1CA4" w:rsidTr="00A769A2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jc w:val="both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</w:t>
            </w:r>
            <w:proofErr w:type="spellStart"/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>Photoshop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uživatel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97" w:lineRule="exact"/>
              <w:rPr>
                <w:rFonts w:ascii="Verdana" w:eastAsia="Verdana" w:hAnsi="Verdana" w:cs="Verdana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</w:pPr>
          </w:p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23. 11. 2022</w:t>
            </w:r>
          </w:p>
        </w:tc>
      </w:tr>
    </w:tbl>
    <w:p w:rsidR="00217259" w:rsidRDefault="00217259" w:rsidP="00217259">
      <w:pPr>
        <w:rPr>
          <w:rFonts w:asciiTheme="majorHAnsi" w:eastAsia="Times New Roman" w:hAnsiTheme="majorHAnsi" w:cs="Times New Roman"/>
          <w:b/>
          <w:caps/>
          <w:kern w:val="20"/>
        </w:rPr>
      </w:pPr>
    </w:p>
    <w:p w:rsidR="00217259" w:rsidRDefault="00217259" w:rsidP="00217259">
      <w:pPr>
        <w:pStyle w:val="Odstavecseseznamem"/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6702EC">
        <w:rPr>
          <w:rFonts w:asciiTheme="majorHAnsi" w:eastAsia="Times New Roman" w:hAnsiTheme="majorHAnsi" w:cs="Arial"/>
          <w:b/>
          <w:bCs/>
          <w:caps/>
          <w:kern w:val="32"/>
        </w:rPr>
        <w:t>Služby, KTERÉ MOHOU BÝT PŘEDMĚTEM DODATEČNÉ OBJEDNÁVKY: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2037"/>
        <w:gridCol w:w="1566"/>
        <w:gridCol w:w="2287"/>
        <w:gridCol w:w="2048"/>
      </w:tblGrid>
      <w:tr w:rsidR="00217259" w:rsidRPr="009A1CA4" w:rsidTr="00A769A2">
        <w:trPr>
          <w:trHeight w:val="1698"/>
        </w:trPr>
        <w:tc>
          <w:tcPr>
            <w:tcW w:w="2037" w:type="dxa"/>
            <w:shd w:val="clear" w:color="auto" w:fill="BFBFBF"/>
          </w:tcPr>
          <w:p w:rsidR="00217259" w:rsidRPr="009A1CA4" w:rsidRDefault="00217259" w:rsidP="00A769A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Předmětu subskripce</w:t>
            </w:r>
          </w:p>
          <w:p w:rsidR="00217259" w:rsidRPr="009A1CA4" w:rsidRDefault="00217259" w:rsidP="00A769A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566" w:type="dxa"/>
            <w:shd w:val="clear" w:color="auto" w:fill="BFBFBF"/>
          </w:tcPr>
          <w:p w:rsidR="00217259" w:rsidRPr="009A1CA4" w:rsidRDefault="00217259" w:rsidP="00A769A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Jednotka</w:t>
            </w:r>
          </w:p>
        </w:tc>
        <w:tc>
          <w:tcPr>
            <w:tcW w:w="2287" w:type="dxa"/>
            <w:shd w:val="clear" w:color="auto" w:fill="BFBFBF"/>
          </w:tcPr>
          <w:p w:rsidR="00217259" w:rsidRPr="009A1CA4" w:rsidRDefault="00217259" w:rsidP="00A769A2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>Počet Licencí a specifikace Licence</w:t>
            </w:r>
          </w:p>
        </w:tc>
        <w:tc>
          <w:tcPr>
            <w:tcW w:w="2048" w:type="dxa"/>
            <w:shd w:val="clear" w:color="auto" w:fill="BFBFBF"/>
          </w:tcPr>
          <w:p w:rsidR="00217259" w:rsidRPr="009A1CA4" w:rsidRDefault="00217259" w:rsidP="00A769A2">
            <w:pPr>
              <w:spacing w:before="120" w:after="120"/>
              <w:outlineLvl w:val="1"/>
              <w:rPr>
                <w:rFonts w:asciiTheme="majorHAnsi" w:hAnsiTheme="majorHAnsi"/>
                <w:b/>
                <w:bCs/>
                <w:iCs/>
                <w:sz w:val="18"/>
                <w:szCs w:val="18"/>
                <w:highlight w:val="cyan"/>
              </w:rPr>
            </w:pPr>
            <w:r w:rsidRPr="006C6647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 xml:space="preserve">Subskripce pro tento Software na základě předchozí smlouvy Objednatele vyprší dne </w:t>
            </w:r>
          </w:p>
        </w:tc>
      </w:tr>
      <w:tr w:rsidR="00217259" w:rsidRPr="008D062B" w:rsidTr="00A769A2">
        <w:trPr>
          <w:trHeight w:val="749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221" w:lineRule="exact"/>
              <w:jc w:val="both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Adobe </w:t>
            </w: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val="en-US" w:bidi="en-US"/>
              </w:rPr>
              <w:t xml:space="preserve">Acrobat </w:t>
            </w: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Pro </w:t>
            </w: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val="en-US" w:bidi="en-US"/>
              </w:rPr>
              <w:t>DC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uživatel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>2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</w:pPr>
          </w:p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23. 11. 2022</w:t>
            </w:r>
          </w:p>
        </w:tc>
      </w:tr>
      <w:tr w:rsidR="00217259" w:rsidRPr="008D062B" w:rsidTr="00A769A2">
        <w:trPr>
          <w:trHeight w:val="603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jc w:val="both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</w:t>
            </w:r>
            <w:proofErr w:type="spellStart"/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>Creative</w:t>
            </w:r>
            <w:proofErr w:type="spellEnd"/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</w:t>
            </w: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val="en-US" w:bidi="en-US"/>
              </w:rPr>
              <w:t>Cloud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uživatel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>2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</w:pPr>
          </w:p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23. 11. 2022</w:t>
            </w:r>
          </w:p>
        </w:tc>
      </w:tr>
      <w:tr w:rsidR="00217259" w:rsidRPr="008D062B" w:rsidTr="00A769A2">
        <w:trPr>
          <w:trHeight w:val="603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jc w:val="both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InDesign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uživatel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>2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</w:pPr>
          </w:p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23. 11. 2022</w:t>
            </w:r>
          </w:p>
        </w:tc>
      </w:tr>
      <w:tr w:rsidR="00217259" w:rsidRPr="008D062B" w:rsidTr="00A769A2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jc w:val="both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</w:t>
            </w:r>
            <w:proofErr w:type="spellStart"/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>Photoshop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uživatel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97" w:lineRule="exact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>2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</w:pPr>
          </w:p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23. 11. 2022</w:t>
            </w:r>
          </w:p>
        </w:tc>
      </w:tr>
      <w:tr w:rsidR="00217259" w:rsidRPr="008D062B" w:rsidTr="00A769A2">
        <w:trPr>
          <w:trHeight w:val="526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jc w:val="both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val="en-US" w:bidi="en-US"/>
              </w:rPr>
              <w:t xml:space="preserve"> Illustrator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uživatel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259" w:rsidRPr="00AB0C31" w:rsidRDefault="00217259" w:rsidP="00A769A2">
            <w:pPr>
              <w:widowControl w:val="0"/>
              <w:spacing w:line="192" w:lineRule="exact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2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</w:pPr>
          </w:p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23. 11. 2022</w:t>
            </w:r>
          </w:p>
        </w:tc>
      </w:tr>
      <w:tr w:rsidR="00217259" w:rsidRPr="008D062B" w:rsidTr="00A769A2">
        <w:trPr>
          <w:trHeight w:val="64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jc w:val="both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val="en-US" w:bidi="en-US"/>
              </w:rPr>
              <w:t xml:space="preserve"> Premiere Pro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uživatel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7259" w:rsidRPr="00AB0C31" w:rsidRDefault="00217259" w:rsidP="00A769A2">
            <w:pPr>
              <w:widowControl w:val="0"/>
              <w:spacing w:line="197" w:lineRule="exact"/>
              <w:rPr>
                <w:rFonts w:ascii="Verdana" w:eastAsia="Verdana" w:hAnsi="Verdana" w:cs="Verdana"/>
              </w:rPr>
            </w:pPr>
            <w:r w:rsidRPr="008D062B">
              <w:rPr>
                <w:rFonts w:ascii="Verdana" w:eastAsia="Verdana" w:hAnsi="Verdana" w:cs="Verdana"/>
                <w:color w:val="000000"/>
                <w:sz w:val="14"/>
                <w:szCs w:val="14"/>
                <w:shd w:val="clear" w:color="auto" w:fill="FFFFFF"/>
                <w:lang w:bidi="cs-CZ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>2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</w:t>
            </w:r>
          </w:p>
          <w:p w:rsidR="00217259" w:rsidRPr="008D062B" w:rsidRDefault="00217259" w:rsidP="00A769A2">
            <w:pPr>
              <w:widowControl w:val="0"/>
              <w:spacing w:line="180" w:lineRule="exact"/>
              <w:rPr>
                <w:rFonts w:ascii="Verdana" w:eastAsia="Verdana" w:hAnsi="Verdana" w:cs="Verdana"/>
                <w:sz w:val="12"/>
                <w:szCs w:val="12"/>
              </w:rPr>
            </w:pPr>
            <w:r w:rsidRPr="008D062B">
              <w:rPr>
                <w:rFonts w:ascii="Verdana" w:eastAsia="Verdana" w:hAnsi="Verdana" w:cs="Verdana"/>
                <w:color w:val="000000"/>
                <w:shd w:val="clear" w:color="auto" w:fill="FFFFFF"/>
                <w:lang w:bidi="cs-CZ"/>
              </w:rPr>
              <w:t xml:space="preserve"> 23. 11. 2022</w:t>
            </w:r>
          </w:p>
        </w:tc>
      </w:tr>
    </w:tbl>
    <w:p w:rsidR="00F904EC" w:rsidRPr="008D062B" w:rsidRDefault="00F904EC" w:rsidP="006702EC">
      <w:pPr>
        <w:rPr>
          <w:rFonts w:asciiTheme="majorHAnsi" w:eastAsia="Times New Roman" w:hAnsiTheme="majorHAnsi" w:cs="Times New Roman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F904EC" w:rsidRPr="008D062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EF" w:rsidRDefault="00FB0EEF" w:rsidP="00962258">
      <w:pPr>
        <w:spacing w:after="0" w:line="240" w:lineRule="auto"/>
      </w:pPr>
      <w:r>
        <w:separator/>
      </w:r>
    </w:p>
  </w:endnote>
  <w:endnote w:type="continuationSeparator" w:id="0">
    <w:p w:rsidR="00FB0EEF" w:rsidRDefault="00FB0E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72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72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72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72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8B3601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EF" w:rsidRDefault="00FB0EEF" w:rsidP="00962258">
      <w:pPr>
        <w:spacing w:after="0" w:line="240" w:lineRule="auto"/>
      </w:pPr>
      <w:r>
        <w:separator/>
      </w:r>
    </w:p>
  </w:footnote>
  <w:footnote w:type="continuationSeparator" w:id="0">
    <w:p w:rsidR="00FB0EEF" w:rsidRDefault="00FB0E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5563AA8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48"/>
    <w:rsid w:val="00043F3E"/>
    <w:rsid w:val="00072C1E"/>
    <w:rsid w:val="00087D48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207DF5"/>
    <w:rsid w:val="00217259"/>
    <w:rsid w:val="00280E07"/>
    <w:rsid w:val="002A2C3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30FA"/>
    <w:rsid w:val="005F1404"/>
    <w:rsid w:val="0061068E"/>
    <w:rsid w:val="00645518"/>
    <w:rsid w:val="00660AD3"/>
    <w:rsid w:val="00660D30"/>
    <w:rsid w:val="006702EC"/>
    <w:rsid w:val="00677B7F"/>
    <w:rsid w:val="006A5570"/>
    <w:rsid w:val="006A689C"/>
    <w:rsid w:val="006B3D79"/>
    <w:rsid w:val="006C6647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7DD0"/>
    <w:rsid w:val="008659F3"/>
    <w:rsid w:val="00886D4B"/>
    <w:rsid w:val="00895406"/>
    <w:rsid w:val="008A3568"/>
    <w:rsid w:val="008B3601"/>
    <w:rsid w:val="008D03B9"/>
    <w:rsid w:val="008D062B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05482"/>
    <w:rsid w:val="00C44F6A"/>
    <w:rsid w:val="00C47AE3"/>
    <w:rsid w:val="00C65FC6"/>
    <w:rsid w:val="00CC6174"/>
    <w:rsid w:val="00CD1FC4"/>
    <w:rsid w:val="00D21061"/>
    <w:rsid w:val="00D4108E"/>
    <w:rsid w:val="00D476F8"/>
    <w:rsid w:val="00D6163D"/>
    <w:rsid w:val="00D73D46"/>
    <w:rsid w:val="00D831A3"/>
    <w:rsid w:val="00DC75F3"/>
    <w:rsid w:val="00DD46F3"/>
    <w:rsid w:val="00DE56F2"/>
    <w:rsid w:val="00DF116D"/>
    <w:rsid w:val="00E36C4A"/>
    <w:rsid w:val="00E9546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04EC"/>
    <w:rsid w:val="00FB0EE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02E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í text (2)_"/>
    <w:basedOn w:val="Standardnpsmoodstavce"/>
    <w:link w:val="Zkladntext20"/>
    <w:rsid w:val="006702EC"/>
    <w:rPr>
      <w:rFonts w:ascii="Verdana" w:eastAsia="Verdana" w:hAnsi="Verdana" w:cs="Verdana"/>
      <w:i/>
      <w:iCs/>
      <w:shd w:val="clear" w:color="auto" w:fill="FFFFFF"/>
    </w:rPr>
  </w:style>
  <w:style w:type="character" w:customStyle="1" w:styleId="Zkladntext2TunNekurzva">
    <w:name w:val="Základní text (2) + Tučné;Ne kurzíva"/>
    <w:basedOn w:val="Zkladntext2"/>
    <w:rsid w:val="006702EC"/>
    <w:rPr>
      <w:rFonts w:ascii="Verdana" w:eastAsia="Verdana" w:hAnsi="Verdana" w:cs="Verdana"/>
      <w:b/>
      <w:bCs/>
      <w:i/>
      <w:iCs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Zkladntext2Nekurzva">
    <w:name w:val="Základní text (2) + Ne kurzíva"/>
    <w:basedOn w:val="Zkladntext2"/>
    <w:rsid w:val="006702EC"/>
    <w:rPr>
      <w:rFonts w:ascii="Verdana" w:eastAsia="Verdana" w:hAnsi="Verdana" w:cs="Verdana"/>
      <w:i/>
      <w:iCs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6702EC"/>
    <w:pPr>
      <w:widowControl w:val="0"/>
      <w:shd w:val="clear" w:color="auto" w:fill="FFFFFF"/>
      <w:spacing w:before="420" w:after="180" w:line="221" w:lineRule="exact"/>
    </w:pPr>
    <w:rPr>
      <w:rFonts w:ascii="Verdana" w:eastAsia="Verdana" w:hAnsi="Verdana" w:cs="Verdan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4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1DD28F-79A4-4689-8B77-9730F462BB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63C8B0-9C2D-45F5-A53D-F655546C1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32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13</cp:revision>
  <cp:lastPrinted>2017-11-28T17:18:00Z</cp:lastPrinted>
  <dcterms:created xsi:type="dcterms:W3CDTF">2020-02-20T06:55:00Z</dcterms:created>
  <dcterms:modified xsi:type="dcterms:W3CDTF">2022-11-15T12:55:00Z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